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2F177D3A" w:rsidR="00F422D3" w:rsidRDefault="00F422D3" w:rsidP="00B42F40">
      <w:pPr>
        <w:pStyle w:val="Titul2"/>
      </w:pPr>
      <w:r>
        <w:t>Název zakázky: „</w:t>
      </w:r>
      <w:r w:rsidR="00C30969">
        <w:t>Přeštice ON – o</w:t>
      </w:r>
      <w:r w:rsidR="00A461C3">
        <w:t>prava VB – projektová dokumentace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A461C3">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60AE30CE" w14:textId="77777777" w:rsidR="00A461C3" w:rsidRPr="00D70F23" w:rsidRDefault="00A461C3" w:rsidP="00A461C3">
      <w:pPr>
        <w:pStyle w:val="acnormal"/>
        <w:rPr>
          <w:rFonts w:ascii="Verdana" w:hAnsi="Verdana" w:cstheme="minorHAnsi"/>
          <w:b/>
          <w:sz w:val="18"/>
          <w:szCs w:val="18"/>
        </w:rPr>
      </w:pPr>
      <w:r w:rsidRPr="00D70F23">
        <w:rPr>
          <w:rFonts w:ascii="Verdana" w:hAnsi="Verdana" w:cstheme="minorHAnsi"/>
          <w:b/>
          <w:sz w:val="18"/>
          <w:szCs w:val="18"/>
        </w:rPr>
        <w:t xml:space="preserve">Adresa pro doručování písemností </w:t>
      </w:r>
      <w:r w:rsidRPr="00D70F23">
        <w:rPr>
          <w:rFonts w:ascii="Verdana" w:hAnsi="Verdana" w:cstheme="minorHAnsi"/>
          <w:sz w:val="18"/>
          <w:szCs w:val="18"/>
        </w:rPr>
        <w:t>(mimo daňových dokladů)</w:t>
      </w:r>
      <w:r w:rsidRPr="00D70F23">
        <w:rPr>
          <w:rFonts w:ascii="Verdana" w:hAnsi="Verdana" w:cstheme="minorHAnsi"/>
          <w:b/>
          <w:sz w:val="18"/>
          <w:szCs w:val="18"/>
        </w:rPr>
        <w:t xml:space="preserve"> v listinné podobě: </w:t>
      </w:r>
    </w:p>
    <w:p w14:paraId="15934094" w14:textId="77777777" w:rsidR="00A461C3" w:rsidRPr="00D70F23" w:rsidRDefault="00A461C3" w:rsidP="00A461C3">
      <w:pPr>
        <w:pStyle w:val="acnormal"/>
        <w:rPr>
          <w:rFonts w:ascii="Verdana" w:hAnsi="Verdana" w:cstheme="minorHAnsi"/>
          <w:sz w:val="18"/>
          <w:szCs w:val="18"/>
        </w:rPr>
      </w:pPr>
      <w:r w:rsidRPr="00D70F23">
        <w:rPr>
          <w:rFonts w:ascii="Verdana" w:hAnsi="Verdana" w:cstheme="minorHAnsi"/>
          <w:sz w:val="18"/>
          <w:szCs w:val="18"/>
        </w:rPr>
        <w:t>Správa železnic, státní organizace</w:t>
      </w:r>
    </w:p>
    <w:p w14:paraId="4D213D44" w14:textId="77777777" w:rsidR="00A461C3" w:rsidRPr="00D70F23" w:rsidRDefault="00A461C3" w:rsidP="00A461C3">
      <w:pPr>
        <w:pStyle w:val="acnormal"/>
        <w:rPr>
          <w:rFonts w:ascii="Verdana" w:hAnsi="Verdana" w:cstheme="minorHAnsi"/>
          <w:sz w:val="18"/>
          <w:szCs w:val="18"/>
        </w:rPr>
      </w:pPr>
      <w:r w:rsidRPr="00D70F23">
        <w:rPr>
          <w:rFonts w:ascii="Verdana" w:hAnsi="Verdana" w:cstheme="minorHAnsi"/>
          <w:sz w:val="18"/>
          <w:szCs w:val="18"/>
        </w:rPr>
        <w:t>Oblastní ředitelství Plzeň</w:t>
      </w:r>
    </w:p>
    <w:p w14:paraId="0F3828D5" w14:textId="77777777" w:rsidR="00A461C3" w:rsidRPr="00D70F23" w:rsidRDefault="00A461C3" w:rsidP="00A461C3">
      <w:pPr>
        <w:pStyle w:val="acnormal"/>
        <w:rPr>
          <w:rFonts w:ascii="Verdana" w:hAnsi="Verdana" w:cstheme="minorHAnsi"/>
          <w:sz w:val="18"/>
          <w:szCs w:val="18"/>
        </w:rPr>
      </w:pPr>
      <w:r w:rsidRPr="00D70F23">
        <w:rPr>
          <w:rFonts w:ascii="Verdana" w:hAnsi="Verdana" w:cstheme="minorHAnsi"/>
          <w:sz w:val="18"/>
          <w:szCs w:val="18"/>
        </w:rPr>
        <w:t>Sušická 1168/23, Plzeň 326 00</w:t>
      </w:r>
    </w:p>
    <w:p w14:paraId="78831FA9" w14:textId="77777777" w:rsidR="00A461C3" w:rsidRPr="00D70F23" w:rsidRDefault="00A461C3" w:rsidP="00A461C3">
      <w:pPr>
        <w:pStyle w:val="acnormal"/>
        <w:rPr>
          <w:rFonts w:ascii="Verdana" w:hAnsi="Verdana" w:cstheme="minorHAnsi"/>
          <w:sz w:val="18"/>
          <w:szCs w:val="18"/>
        </w:rPr>
      </w:pPr>
      <w:r w:rsidRPr="00D70F23">
        <w:rPr>
          <w:rFonts w:ascii="Verdana" w:hAnsi="Verdana" w:cstheme="minorHAnsi"/>
          <w:sz w:val="18"/>
          <w:szCs w:val="18"/>
        </w:rPr>
        <w:t>E-mail: ePodatelnaORPLZ@spravazeleznic.cz</w:t>
      </w:r>
    </w:p>
    <w:p w14:paraId="59627DA5" w14:textId="77777777" w:rsidR="00A461C3" w:rsidRPr="00D70F23" w:rsidRDefault="00A461C3" w:rsidP="00A461C3">
      <w:pPr>
        <w:pStyle w:val="acnormal"/>
        <w:rPr>
          <w:rFonts w:ascii="Verdana" w:hAnsi="Verdana" w:cstheme="minorHAnsi"/>
          <w:b/>
          <w:sz w:val="18"/>
          <w:szCs w:val="18"/>
        </w:rPr>
      </w:pPr>
      <w:r w:rsidRPr="00D70F23">
        <w:rPr>
          <w:rFonts w:ascii="Verdana" w:hAnsi="Verdana" w:cstheme="minorHAnsi"/>
          <w:b/>
          <w:sz w:val="18"/>
          <w:szCs w:val="18"/>
        </w:rPr>
        <w:t xml:space="preserve">Adresa pro doručování daňových dokladů v listinné podobě: </w:t>
      </w:r>
    </w:p>
    <w:p w14:paraId="327B0878" w14:textId="77777777" w:rsidR="00A461C3" w:rsidRPr="00D70F23" w:rsidRDefault="00A461C3" w:rsidP="00A461C3">
      <w:pPr>
        <w:pStyle w:val="acnormal"/>
        <w:rPr>
          <w:rFonts w:ascii="Verdana" w:hAnsi="Verdana" w:cstheme="minorHAnsi"/>
          <w:sz w:val="18"/>
          <w:szCs w:val="18"/>
        </w:rPr>
      </w:pPr>
      <w:r w:rsidRPr="00D70F23">
        <w:rPr>
          <w:rFonts w:ascii="Verdana" w:hAnsi="Verdana" w:cstheme="minorHAnsi"/>
          <w:sz w:val="18"/>
          <w:szCs w:val="18"/>
        </w:rPr>
        <w:t>Správa železnic, státní organizace</w:t>
      </w:r>
    </w:p>
    <w:p w14:paraId="3500C227" w14:textId="77777777" w:rsidR="00A461C3" w:rsidRPr="00D70F23" w:rsidRDefault="00A461C3" w:rsidP="00A461C3">
      <w:pPr>
        <w:pStyle w:val="acnormal"/>
        <w:rPr>
          <w:rFonts w:ascii="Verdana" w:hAnsi="Verdana" w:cstheme="minorHAnsi"/>
          <w:sz w:val="18"/>
          <w:szCs w:val="18"/>
        </w:rPr>
      </w:pPr>
      <w:r w:rsidRPr="00D70F23">
        <w:rPr>
          <w:rFonts w:ascii="Verdana" w:hAnsi="Verdana" w:cstheme="minorHAnsi"/>
          <w:sz w:val="18"/>
          <w:szCs w:val="18"/>
        </w:rPr>
        <w:t>Centrální finanční účtárna Čechy</w:t>
      </w:r>
    </w:p>
    <w:p w14:paraId="792534D8" w14:textId="77777777" w:rsidR="00A461C3" w:rsidRPr="00D70F23" w:rsidRDefault="00A461C3" w:rsidP="00A461C3">
      <w:pPr>
        <w:pStyle w:val="acnormal"/>
        <w:rPr>
          <w:rFonts w:ascii="Verdana" w:hAnsi="Verdana" w:cstheme="minorHAnsi"/>
          <w:sz w:val="18"/>
          <w:szCs w:val="18"/>
        </w:rPr>
      </w:pPr>
      <w:r w:rsidRPr="00D70F23">
        <w:rPr>
          <w:rFonts w:ascii="Verdana" w:hAnsi="Verdana" w:cstheme="minorHAnsi"/>
          <w:sz w:val="18"/>
          <w:szCs w:val="18"/>
        </w:rPr>
        <w:t>Náměstí Jana Pernera 217, 530 02 Pardubice</w:t>
      </w:r>
    </w:p>
    <w:p w14:paraId="23694B24" w14:textId="77777777" w:rsidR="00A461C3" w:rsidRDefault="00A461C3" w:rsidP="00A461C3">
      <w:pPr>
        <w:pStyle w:val="acnormal"/>
        <w:rPr>
          <w:rFonts w:ascii="Verdana" w:hAnsi="Verdana" w:cstheme="minorHAnsi"/>
          <w:sz w:val="18"/>
          <w:szCs w:val="18"/>
        </w:rPr>
      </w:pPr>
      <w:r w:rsidRPr="00D70F23">
        <w:rPr>
          <w:rFonts w:ascii="Verdana" w:hAnsi="Verdana" w:cstheme="minorHAnsi"/>
          <w:sz w:val="18"/>
          <w:szCs w:val="18"/>
        </w:rPr>
        <w:t xml:space="preserve">E-mail: </w:t>
      </w:r>
      <w:hyperlink r:id="rId11" w:history="1">
        <w:r w:rsidRPr="00CC4428">
          <w:rPr>
            <w:rStyle w:val="Hypertextovodkaz"/>
            <w:rFonts w:ascii="Verdana" w:hAnsi="Verdana" w:cstheme="minorHAnsi"/>
            <w:sz w:val="18"/>
            <w:szCs w:val="18"/>
          </w:rPr>
          <w:t>ePodatelnaCFUCechy@spravazeleznic.cz</w:t>
        </w:r>
      </w:hyperlink>
    </w:p>
    <w:p w14:paraId="1974638C" w14:textId="77777777" w:rsidR="00A461C3" w:rsidRPr="001C6250" w:rsidRDefault="00A461C3" w:rsidP="00A461C3">
      <w:pPr>
        <w:pStyle w:val="acnormal"/>
        <w:jc w:val="left"/>
        <w:rPr>
          <w:rFonts w:ascii="Verdana" w:hAnsi="Verdana" w:cstheme="minorHAnsi"/>
          <w:b/>
          <w:sz w:val="18"/>
          <w:szCs w:val="18"/>
        </w:rPr>
      </w:pPr>
      <w:r w:rsidRPr="001C6250">
        <w:rPr>
          <w:rFonts w:ascii="Verdana" w:hAnsi="Verdana" w:cstheme="minorHAnsi"/>
          <w:b/>
          <w:sz w:val="18"/>
          <w:szCs w:val="18"/>
        </w:rPr>
        <w:t>Adresa pro doručování písemnosti v elektronické podobě:</w:t>
      </w:r>
    </w:p>
    <w:p w14:paraId="211B9F91" w14:textId="77777777" w:rsidR="00A461C3" w:rsidRPr="00BF5D2D" w:rsidRDefault="003B1C67" w:rsidP="00A461C3">
      <w:pPr>
        <w:pStyle w:val="acnormal"/>
        <w:jc w:val="left"/>
        <w:rPr>
          <w:rFonts w:ascii="Verdana" w:hAnsi="Verdana" w:cstheme="minorHAnsi"/>
          <w:sz w:val="18"/>
          <w:szCs w:val="18"/>
        </w:rPr>
      </w:pPr>
      <w:hyperlink r:id="rId12" w:history="1">
        <w:r w:rsidR="00A461C3" w:rsidRPr="00D91A02">
          <w:rPr>
            <w:rStyle w:val="Hypertextovodkaz"/>
            <w:rFonts w:ascii="Verdana" w:hAnsi="Verdana" w:cstheme="minorHAnsi"/>
            <w:sz w:val="18"/>
            <w:szCs w:val="18"/>
          </w:rPr>
          <w:t>ePodatelnaORPLZ@spravazeleznic.cz</w:t>
        </w:r>
      </w:hyperlink>
      <w:r w:rsidR="00A461C3">
        <w:rPr>
          <w:rFonts w:ascii="Verdana" w:hAnsi="Verdana" w:cstheme="minorHAnsi"/>
          <w:sz w:val="18"/>
          <w:szCs w:val="18"/>
        </w:rPr>
        <w:t xml:space="preserve"> </w:t>
      </w:r>
      <w:r w:rsidR="00A461C3" w:rsidRPr="002507FA">
        <w:rPr>
          <w:rFonts w:ascii="Verdana" w:hAnsi="Verdana" w:cstheme="minorHAnsi"/>
          <w:sz w:val="18"/>
          <w:szCs w:val="18"/>
        </w:rPr>
        <w:t xml:space="preserve"> </w:t>
      </w:r>
    </w:p>
    <w:p w14:paraId="239223DC" w14:textId="4BB61413" w:rsidR="00024CEA" w:rsidRDefault="00024CEA" w:rsidP="00024CEA">
      <w:pPr>
        <w:pStyle w:val="Textbezodsazen"/>
      </w:pPr>
      <w:r>
        <w:t xml:space="preserve"> (</w:t>
      </w:r>
      <w:r w:rsidRPr="00B42F40">
        <w:t>dále</w:t>
      </w:r>
      <w:r>
        <w:t xml:space="preserve"> jen „</w:t>
      </w:r>
      <w:r w:rsidRPr="00F422D3">
        <w:rPr>
          <w:b/>
        </w:rPr>
        <w:t>Objednatel</w:t>
      </w:r>
      <w:r>
        <w:t>“)</w:t>
      </w:r>
    </w:p>
    <w:p w14:paraId="232CF77E" w14:textId="77777777" w:rsidR="00A461C3" w:rsidRDefault="00A461C3" w:rsidP="00024CEA">
      <w:pPr>
        <w:pStyle w:val="Textbezodsazen"/>
      </w:pPr>
    </w:p>
    <w:p w14:paraId="387676C7" w14:textId="77777777" w:rsidR="00024CEA" w:rsidRDefault="00024CEA" w:rsidP="00024CEA">
      <w:pPr>
        <w:pStyle w:val="Textbezodsazen"/>
        <w:spacing w:after="0"/>
      </w:pPr>
      <w:r>
        <w:t xml:space="preserve">číslo smlouvy: </w:t>
      </w:r>
      <w:r>
        <w:rPr>
          <w:highlight w:val="green"/>
        </w:rPr>
        <w:t>E654-S-…./2020</w:t>
      </w:r>
    </w:p>
    <w:p w14:paraId="33B7918D" w14:textId="50E5AE8B" w:rsidR="00024CEA" w:rsidRDefault="00024CEA" w:rsidP="00024CEA">
      <w:pPr>
        <w:pStyle w:val="Textbezodsazen"/>
        <w:spacing w:after="0"/>
      </w:pPr>
      <w:r>
        <w:t xml:space="preserve">číslo veřejné </w:t>
      </w:r>
      <w:r w:rsidRPr="00A461C3">
        <w:t>zakázky: 6542</w:t>
      </w:r>
      <w:r w:rsidR="00A461C3" w:rsidRPr="00A461C3">
        <w:t>0184</w:t>
      </w:r>
    </w:p>
    <w:p w14:paraId="24579F39" w14:textId="46F452F7" w:rsidR="00024CEA" w:rsidRDefault="00024CEA" w:rsidP="00024CEA">
      <w:pPr>
        <w:pStyle w:val="Textbezodsazen"/>
        <w:spacing w:after="0"/>
      </w:pPr>
      <w:r>
        <w:t xml:space="preserve">číslo jednací: </w:t>
      </w:r>
      <w:r>
        <w:rPr>
          <w:highlight w:val="green"/>
        </w:rPr>
        <w:t>……../2020</w:t>
      </w:r>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r w:rsidR="00671778" w:rsidRPr="007821F1">
        <w:rPr>
          <w:rFonts w:ascii="Verdana" w:hAnsi="Verdana" w:cs="Arial"/>
        </w:rPr>
        <w:t>ust.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10A3BCFD" w14:textId="5543EB70" w:rsidR="002A060E" w:rsidRPr="00A461C3" w:rsidRDefault="00BA5CC3" w:rsidP="00A461C3">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48E3226" w14:textId="22A723AC" w:rsidR="00931D03" w:rsidRPr="00EE756F" w:rsidRDefault="00931D03" w:rsidP="00931D03">
      <w:pPr>
        <w:pStyle w:val="Text1-1"/>
      </w:pPr>
      <w:r w:rsidRPr="00EE756F">
        <w:t xml:space="preserve">Objednatel oznámil uveřejněním na profilu zadavatele: </w:t>
      </w:r>
      <w:hyperlink r:id="rId13" w:history="1">
        <w:r w:rsidR="00A461C3" w:rsidRPr="00EE756F">
          <w:rPr>
            <w:rStyle w:val="Hypertextovodkaz"/>
            <w:noProof w:val="0"/>
            <w:color w:val="auto"/>
          </w:rPr>
          <w:t>https://zakazky.szdc.cz/</w:t>
        </w:r>
      </w:hyperlink>
      <w:r w:rsidR="00A461C3" w:rsidRPr="00EE756F">
        <w:t xml:space="preserve"> dne </w:t>
      </w:r>
      <w:r w:rsidR="00A461C3" w:rsidRPr="00BB53CA">
        <w:rPr>
          <w:highlight w:val="green"/>
        </w:rPr>
        <w:fldChar w:fldCharType="begin"/>
      </w:r>
      <w:r w:rsidR="00A461C3" w:rsidRPr="00BB53CA">
        <w:rPr>
          <w:highlight w:val="green"/>
        </w:rPr>
        <w:instrText xml:space="preserve"> MACROBUTTON  VložitŠirokouMezeru "[VLOŽÍ OBJEDNATEL]" </w:instrText>
      </w:r>
      <w:r w:rsidR="00A461C3" w:rsidRPr="00BB53CA">
        <w:rPr>
          <w:highlight w:val="green"/>
        </w:rPr>
        <w:fldChar w:fldCharType="end"/>
      </w:r>
      <w:r w:rsidR="00A461C3" w:rsidRPr="00EE756F">
        <w:t xml:space="preserve">pod evidenčním číslem </w:t>
      </w:r>
      <w:r w:rsidR="00A461C3">
        <w:t xml:space="preserve">654201814 </w:t>
      </w:r>
      <w:r w:rsidR="00A461C3" w:rsidRPr="00EE756F">
        <w:t xml:space="preserve">svůj úmysl zadat ve výběrovém řízení veřejnou zakázku s názvem </w:t>
      </w:r>
      <w:r w:rsidR="00A461C3" w:rsidRPr="00E40BA8">
        <w:rPr>
          <w:rFonts w:ascii="Verdana" w:hAnsi="Verdana"/>
          <w:b/>
        </w:rPr>
        <w:t>„</w:t>
      </w:r>
      <w:r w:rsidR="00A461C3">
        <w:rPr>
          <w:rFonts w:ascii="Verdana" w:hAnsi="Verdana"/>
          <w:b/>
        </w:rPr>
        <w:t>Přeštice</w:t>
      </w:r>
      <w:r w:rsidR="003B1C67">
        <w:rPr>
          <w:rFonts w:ascii="Verdana" w:hAnsi="Verdana"/>
          <w:b/>
        </w:rPr>
        <w:t xml:space="preserve"> ON – o</w:t>
      </w:r>
      <w:r w:rsidR="00A461C3" w:rsidRPr="00E40BA8">
        <w:rPr>
          <w:rFonts w:ascii="Verdana" w:hAnsi="Verdana"/>
          <w:b/>
        </w:rPr>
        <w:t>prava VB – projektová dokumentace“</w:t>
      </w:r>
      <w:r w:rsidR="00A461C3" w:rsidRPr="00EE756F">
        <w:t xml:space="preserve"> (dále jen „</w:t>
      </w:r>
      <w:r w:rsidR="00A461C3" w:rsidRPr="00EE756F">
        <w:rPr>
          <w:b/>
          <w:bCs/>
        </w:rPr>
        <w:t>Veřejná zakázka</w:t>
      </w:r>
      <w:r w:rsidR="00A461C3" w:rsidRPr="00EE756F">
        <w:t>“)</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w:t>
      </w:r>
      <w:bookmarkStart w:id="0" w:name="_GoBack"/>
      <w:bookmarkEnd w:id="0"/>
      <w:r w:rsidRPr="00EE756F">
        <w:rPr>
          <w:b/>
          <w:bCs/>
        </w:rPr>
        <w:t>okumentace</w:t>
      </w:r>
      <w:r w:rsidRPr="00EE756F">
        <w:t>“) a stanovení způsobu a podmínek její realizace pro Objednatele.</w:t>
      </w:r>
    </w:p>
    <w:p w14:paraId="11117CAC" w14:textId="77777777" w:rsidR="00931D03" w:rsidRPr="00EE756F" w:rsidRDefault="00931D03" w:rsidP="00931D03">
      <w:pPr>
        <w:pStyle w:val="Text1-1"/>
      </w:pPr>
      <w:r w:rsidRPr="00EE756F">
        <w:t xml:space="preserve">Zhotovitel touto Smlouvou garantuje Objednateli splnění předmětu Veřejné zakázky a všech z toho vyplývajících podmínek a povinností podle Zadávací dokumentace </w:t>
      </w:r>
      <w:r w:rsidRPr="00EE756F">
        <w:lastRenderedPageBreak/>
        <w:t>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3E1712">
      <w:pPr>
        <w:pStyle w:val="Text1-1"/>
      </w:pPr>
      <w:r w:rsidRPr="008335E4">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11E88CB5" w:rsidR="00671778" w:rsidRPr="003E1712" w:rsidRDefault="00671778" w:rsidP="003E1712">
      <w:pPr>
        <w:pStyle w:val="Text1-1"/>
      </w:pPr>
      <w:r w:rsidRPr="003E1712">
        <w:t xml:space="preserve">Předmět smlouvy bude realizován v souladu s následujícími dokumenty: </w:t>
      </w:r>
    </w:p>
    <w:p w14:paraId="165D5255" w14:textId="77777777" w:rsidR="00671778" w:rsidRPr="008335E4" w:rsidRDefault="00671778" w:rsidP="003E1712">
      <w:pPr>
        <w:numPr>
          <w:ilvl w:val="0"/>
          <w:numId w:val="14"/>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556A8E61" w:rsidR="00671778" w:rsidRPr="008335E4" w:rsidRDefault="00671778" w:rsidP="003E1712">
      <w:pPr>
        <w:numPr>
          <w:ilvl w:val="0"/>
          <w:numId w:val="14"/>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č.j. </w:t>
      </w:r>
      <w:r w:rsidR="00D8332A" w:rsidRPr="008335E4">
        <w:rPr>
          <w:rFonts w:cs="Arial"/>
          <w:highlight w:val="green"/>
        </w:rPr>
        <w:t>…/2020-SŽ-OŘ PLZ-ÚPI</w:t>
      </w:r>
      <w:r w:rsidRPr="008335E4">
        <w:rPr>
          <w:rFonts w:cs="Arial"/>
          <w:highlight w:val="green"/>
        </w:rPr>
        <w:t>,</w:t>
      </w:r>
    </w:p>
    <w:p w14:paraId="5E8232D0" w14:textId="77777777" w:rsidR="00671778" w:rsidRPr="008335E4" w:rsidRDefault="00671778" w:rsidP="003E1712">
      <w:pPr>
        <w:numPr>
          <w:ilvl w:val="0"/>
          <w:numId w:val="14"/>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Pr="002866A0" w:rsidRDefault="00671778" w:rsidP="003E1712">
      <w:pPr>
        <w:numPr>
          <w:ilvl w:val="0"/>
          <w:numId w:val="14"/>
        </w:numPr>
        <w:tabs>
          <w:tab w:val="left" w:pos="720"/>
        </w:tabs>
        <w:overflowPunct w:val="0"/>
        <w:autoSpaceDE w:val="0"/>
        <w:autoSpaceDN w:val="0"/>
        <w:adjustRightInd w:val="0"/>
        <w:spacing w:after="0" w:line="240" w:lineRule="auto"/>
        <w:ind w:left="1069"/>
        <w:jc w:val="both"/>
        <w:textAlignment w:val="baseline"/>
        <w:rPr>
          <w:rFonts w:cs="Arial"/>
        </w:rPr>
      </w:pPr>
      <w:r w:rsidRPr="002866A0">
        <w:rPr>
          <w:rFonts w:cs="Arial"/>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1634B7D" w:rsidR="00BA5CC3" w:rsidRPr="003E1712" w:rsidRDefault="00BA5CC3" w:rsidP="003E1712">
      <w:pPr>
        <w:pStyle w:val="Text1-1"/>
      </w:pPr>
      <w:r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4" w:history="1">
        <w:r w:rsidR="003E1712" w:rsidRPr="00C04ADC">
          <w:rPr>
            <w:rStyle w:val="Hypertextovodkaz"/>
            <w:noProof w:val="0"/>
          </w:rPr>
          <w:t>https://www.spravazeleznic.cz/</w:t>
        </w:r>
      </w:hyperlink>
      <w:r w:rsidR="003E1712">
        <w:t xml:space="preserve"> </w:t>
      </w:r>
      <w:r w:rsidR="00FE2684" w:rsidRPr="0001286C">
        <w:t>(v sekci „O nás“ –&gt; „Vnitřní předpisy</w:t>
      </w:r>
      <w:r w:rsidR="00FE2684">
        <w:t xml:space="preserve"> </w:t>
      </w:r>
      <w:r w:rsidR="006177F4">
        <w:t>Správy železnic</w:t>
      </w:r>
      <w:r w:rsidR="00FE2684">
        <w:t>“ odkaz „Dokumenty a předpisy“)</w:t>
      </w:r>
      <w:r w:rsidRPr="00C7674A">
        <w:t xml:space="preserve"> a zavazuje se realizovat Službu v souladu s těmito vnitřními předpisy Objednatele.</w:t>
      </w:r>
    </w:p>
    <w:p w14:paraId="14F6AE77" w14:textId="15645B82" w:rsidR="00BA5CC3" w:rsidRPr="00C7674A" w:rsidRDefault="00BA5CC3" w:rsidP="003E1712">
      <w:pPr>
        <w:pStyle w:val="Text1-1"/>
      </w:pPr>
      <w:r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FA424B">
        <w:rPr>
          <w:b/>
          <w:highlight w:val="yellow"/>
        </w:rPr>
        <w:fldChar w:fldCharType="begin"/>
      </w:r>
      <w:r w:rsidRPr="00FA424B">
        <w:rPr>
          <w:b/>
          <w:highlight w:val="yellow"/>
        </w:rPr>
        <w:instrText xml:space="preserve"> MACROBUTTON  VložitŠirokouMezeru "[VLOŽÍ ZHOTOVITEL]" </w:instrText>
      </w:r>
      <w:r w:rsidRPr="00FA424B">
        <w:rPr>
          <w:b/>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00FF751D" w14:textId="24E83BF1" w:rsidR="00BA5CC3" w:rsidRPr="00A461C3" w:rsidRDefault="00A461C3" w:rsidP="00A461C3">
      <w:pPr>
        <w:pStyle w:val="Textbezslovn"/>
      </w:pPr>
      <w:r w:rsidRPr="00A461C3">
        <w:t xml:space="preserve"> </w:t>
      </w:r>
      <w:r w:rsidR="00BA5CC3" w:rsidRPr="00A461C3">
        <w:t xml:space="preserve">(Rozpis Ceny Služby dle jednotlivých položek je uveden v Příloze č. </w:t>
      </w:r>
      <w:r w:rsidR="0081296F" w:rsidRPr="00A461C3">
        <w:t>3</w:t>
      </w:r>
      <w:r w:rsidR="00BA5CC3" w:rsidRPr="00A461C3">
        <w:t xml:space="preserve"> této Smlouvy).</w:t>
      </w:r>
    </w:p>
    <w:p w14:paraId="151AF56D" w14:textId="58B36801" w:rsidR="00BA5CC3" w:rsidRPr="00C7674A" w:rsidRDefault="00BA5CC3" w:rsidP="003E1712">
      <w:pPr>
        <w:pStyle w:val="Text1-1"/>
      </w:pPr>
      <w:r w:rsidRPr="00C7674A">
        <w:t xml:space="preserve">Zakázka nepodléhá režimu přenesené daňové povinnosti. Jedná se o zařazení do klasifikace CZ-CPA: </w:t>
      </w:r>
      <w:r w:rsidR="00A461C3">
        <w:t>45453000-7</w:t>
      </w:r>
    </w:p>
    <w:p w14:paraId="2A398A82" w14:textId="7E9AD644" w:rsidR="00BA5CC3" w:rsidRPr="003E1712" w:rsidRDefault="00BA5CC3" w:rsidP="003E1712">
      <w:pPr>
        <w:pStyle w:val="Text1-1"/>
        <w:rPr>
          <w:highlight w:val="yellow"/>
        </w:rPr>
      </w:pPr>
      <w:r w:rsidRPr="003E1712">
        <w:rPr>
          <w:highlight w:val="yellow"/>
        </w:rPr>
        <w:t>V případě, že se jedná o společnost více dodavatelů:</w:t>
      </w:r>
    </w:p>
    <w:p w14:paraId="7C8366E1" w14:textId="3F2D1509" w:rsidR="00BA5CC3" w:rsidRPr="003E1712" w:rsidRDefault="00BA5CC3" w:rsidP="003E1712">
      <w:pPr>
        <w:pStyle w:val="Text1-1"/>
        <w:numPr>
          <w:ilvl w:val="0"/>
          <w:numId w:val="0"/>
        </w:numPr>
        <w:ind w:left="737"/>
      </w:pPr>
      <w:r w:rsidRPr="003E1712">
        <w:rPr>
          <w:highlight w:val="yellow"/>
        </w:rPr>
        <w:t>Fakturaci za společnost …… bude provádět …….</w:t>
      </w:r>
    </w:p>
    <w:p w14:paraId="70301AD0" w14:textId="77777777" w:rsidR="00BA5CC3" w:rsidRPr="00C7674A" w:rsidRDefault="00BA5CC3" w:rsidP="003E1712">
      <w:pPr>
        <w:pStyle w:val="Text1-1"/>
      </w:pPr>
      <w:r w:rsidRPr="00C7674A">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Službu ani zrušení Smlouvy.</w:t>
      </w:r>
    </w:p>
    <w:p w14:paraId="01CB2D95" w14:textId="77777777" w:rsidR="00A461C3" w:rsidRPr="006F5907" w:rsidRDefault="00A461C3" w:rsidP="00A461C3">
      <w:pPr>
        <w:pStyle w:val="Text1-1"/>
      </w:pPr>
      <w:r w:rsidRPr="006F5907">
        <w:lastRenderedPageBreak/>
        <w:t>Zhotovitel se v souladu se svou nabídkou zavazuje dokončit a předat Objednateli Službu nebo její jednotlivé části v termínech uvedených v harmonogramu obsaženém v </w:t>
      </w:r>
      <w:hyperlink w:anchor="ListAnnex04" w:history="1">
        <w:r w:rsidRPr="006F5907">
          <w:t xml:space="preserve">Příloze č. </w:t>
        </w:r>
      </w:hyperlink>
      <w:r w:rsidRPr="006F5907">
        <w:t xml:space="preserve">2c) této Smlouvy (dále jen „Harmonogram postupu prací“), který je rozdělen dle jednotlivých etap plnění. </w:t>
      </w:r>
    </w:p>
    <w:p w14:paraId="026FEBF5" w14:textId="09C75AFA" w:rsidR="00BA5CC3" w:rsidRPr="00C7674A" w:rsidRDefault="00BA5CC3" w:rsidP="00576CFF">
      <w:pPr>
        <w:pStyle w:val="Text1-1"/>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5D5065CC" w14:textId="1AC4BE9C" w:rsidR="002B7994" w:rsidRPr="00A461C3" w:rsidRDefault="00BA5CC3" w:rsidP="00A461C3">
      <w:pPr>
        <w:pStyle w:val="Text1-1"/>
      </w:pPr>
      <w:r w:rsidRPr="00C7674A">
        <w:t xml:space="preserve">Ust. § 2605 odst. 1 a ust.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046D6E37" w14:textId="20BCD6E3" w:rsidR="00671778" w:rsidRPr="008335E4" w:rsidRDefault="00671778" w:rsidP="007B5459">
      <w:pPr>
        <w:pStyle w:val="Nadpis1-1"/>
        <w:rPr>
          <w:rFonts w:asciiTheme="minorHAnsi" w:hAnsiTheme="minorHAnsi"/>
        </w:rPr>
      </w:pPr>
      <w:bookmarkStart w:id="1" w:name="_Toc84921339"/>
      <w:bookmarkStart w:id="2" w:name="_Toc99163105"/>
      <w:r w:rsidRPr="008335E4">
        <w:rPr>
          <w:rFonts w:asciiTheme="minorHAnsi" w:hAnsiTheme="minorHAnsi"/>
        </w:rPr>
        <w:t>ZÁRUKA ZA JAKOST A ODPOVĚDNOST ZA VADY</w:t>
      </w:r>
      <w:bookmarkEnd w:id="1"/>
      <w:bookmarkEnd w:id="2"/>
    </w:p>
    <w:p w14:paraId="64257F3A" w14:textId="4D46A469" w:rsidR="00671778" w:rsidRPr="00A461C3" w:rsidRDefault="00671778" w:rsidP="002B7994">
      <w:pPr>
        <w:pStyle w:val="Text1-1"/>
        <w:rPr>
          <w:highlight w:val="yellow"/>
        </w:rPr>
      </w:pPr>
      <w:r w:rsidRPr="00A461C3">
        <w:rPr>
          <w:highlight w:val="yellow"/>
        </w:rPr>
        <w:t>Zhotovitel v souladu se svou nabídkou prodlužuje délku záruky stanovenou ve Všeobecných obchodních podmínkách na část služeb o xx měsíců.</w:t>
      </w:r>
    </w:p>
    <w:p w14:paraId="20155C4A" w14:textId="06BB5FA1" w:rsidR="007B5459" w:rsidRPr="002B7994" w:rsidRDefault="007B5459" w:rsidP="002B7994">
      <w:pPr>
        <w:pStyle w:val="Text1-1"/>
      </w:pPr>
      <w:r w:rsidRPr="002B7994">
        <w:t>Záruka se řídí příslušnými ustanoveními Všeobecných obchodních podmínek.</w:t>
      </w:r>
      <w:r w:rsidRPr="002B7994">
        <w:tab/>
      </w:r>
    </w:p>
    <w:p w14:paraId="7A9CE71E" w14:textId="341D3274" w:rsidR="003111BA" w:rsidRPr="00A461C3" w:rsidRDefault="003111BA" w:rsidP="00A461C3">
      <w:pPr>
        <w:spacing w:after="120" w:line="280" w:lineRule="exact"/>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Smluvní strany podpisem této smlouvy vylučují, že se při právním styku mezi smluvními stranami přihlíží k obchodním zvyklostem, které tak nemají přednost před ustanoveními zákona dle ust.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lze namítnout kdykoliv. Tzn., že mezi smluvními stranami neplatí ust. § 582 odst. 1 první věta a odst. 2 občanského zákoníku.</w:t>
      </w:r>
    </w:p>
    <w:p w14:paraId="0A56BDF0" w14:textId="77777777" w:rsidR="00214C3E" w:rsidRPr="00557549" w:rsidRDefault="00214C3E" w:rsidP="00214C3E">
      <w:pPr>
        <w:pStyle w:val="Text1-1"/>
      </w:pPr>
      <w:r w:rsidRPr="00557549">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3" w:name="_Ref214189956"/>
      <w:r w:rsidRPr="00557549">
        <w:t>Veškerá práva a povinnosti vyplývající z této Smlouvy přecházejí, pokud to povaha těchto práv a povinností nevylučuje, na právní nástupce smluvních stran.</w:t>
      </w:r>
      <w:bookmarkEnd w:id="3"/>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47E660BA" w14:textId="77777777" w:rsidR="006D1074" w:rsidRPr="006D1074" w:rsidRDefault="006D1074" w:rsidP="006D1074">
      <w:pPr>
        <w:pStyle w:val="Text1-1"/>
        <w:rPr>
          <w:highlight w:val="cyan"/>
        </w:rPr>
      </w:pPr>
      <w:r w:rsidRPr="006D1074">
        <w:rPr>
          <w:highlight w:val="cyan"/>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6D1074">
        <w:rPr>
          <w:b/>
          <w:highlight w:val="cyan"/>
        </w:rPr>
        <w:t>dvou</w:t>
      </w:r>
      <w:r w:rsidRPr="006D1074">
        <w:rPr>
          <w:highlight w:val="cyan"/>
        </w:rPr>
        <w:t xml:space="preserve"> vyhotoveních, přičemž jedno vyhotovení obdrží Objednatel a jedno vyhotovení Zhotovitel.</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762"/>
        <w:gridCol w:w="5874"/>
      </w:tblGrid>
      <w:tr w:rsidR="008A5A95" w:rsidRPr="008A5A95" w14:paraId="78F59442" w14:textId="77777777" w:rsidTr="004A70C6">
        <w:trPr>
          <w:jc w:val="center"/>
        </w:trPr>
        <w:tc>
          <w:tcPr>
            <w:tcW w:w="1599" w:type="pct"/>
          </w:tcPr>
          <w:p w14:paraId="29C0FEEF" w14:textId="77777777" w:rsidR="00024CEA" w:rsidRPr="008A5A95" w:rsidRDefault="003B1C67"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A461C3" w:rsidRDefault="003B1C67" w:rsidP="004C60E1">
            <w:pPr>
              <w:pStyle w:val="Textbezslovn"/>
              <w:rPr>
                <w:u w:val="single"/>
              </w:rPr>
            </w:pPr>
            <w:hyperlink w:anchor="Annex02" w:history="1">
              <w:r w:rsidR="00024CEA" w:rsidRPr="00A461C3">
                <w:rPr>
                  <w:rStyle w:val="Hypertextovodkaz"/>
                  <w:noProof w:val="0"/>
                  <w:color w:val="auto"/>
                </w:rPr>
                <w:t>Příloha č. 2</w:t>
              </w:r>
            </w:hyperlink>
            <w:r w:rsidR="00024CEA" w:rsidRPr="00A461C3">
              <w:rPr>
                <w:u w:val="single"/>
              </w:rPr>
              <w:t>:</w:t>
            </w:r>
          </w:p>
        </w:tc>
        <w:tc>
          <w:tcPr>
            <w:tcW w:w="3401" w:type="pct"/>
          </w:tcPr>
          <w:p w14:paraId="091E57CF" w14:textId="00CC6267" w:rsidR="00024CEA" w:rsidRPr="00A461C3" w:rsidRDefault="006D4362" w:rsidP="00024CEA">
            <w:pPr>
              <w:pStyle w:val="Textbezslovn"/>
              <w:ind w:hanging="556"/>
            </w:pPr>
            <w:r w:rsidRPr="00A461C3">
              <w:t>Všeobecné t</w:t>
            </w:r>
            <w:r w:rsidR="00024CEA" w:rsidRPr="00A461C3">
              <w:t xml:space="preserve">echnické podmínky: </w:t>
            </w:r>
          </w:p>
          <w:p w14:paraId="6C1B5C4A" w14:textId="77777777" w:rsidR="00024CEA" w:rsidRPr="00A461C3" w:rsidRDefault="00024CEA" w:rsidP="00024CEA">
            <w:pPr>
              <w:pStyle w:val="Textbezslovn"/>
              <w:ind w:left="456" w:hanging="275"/>
            </w:pPr>
            <w:r w:rsidRPr="00A461C3">
              <w:t xml:space="preserve">a) Technické kvalitativní podmínky staveb státních drah (TKP Staveb) </w:t>
            </w:r>
          </w:p>
          <w:p w14:paraId="037DD501" w14:textId="77777777" w:rsidR="00024CEA" w:rsidRPr="00A461C3" w:rsidRDefault="00024CEA" w:rsidP="00024CEA">
            <w:pPr>
              <w:pStyle w:val="Textbezslovn"/>
              <w:ind w:hanging="556"/>
            </w:pPr>
            <w:r w:rsidRPr="00A461C3">
              <w:t>b) Všeobecné technické podmínky realizace stavby</w:t>
            </w:r>
          </w:p>
          <w:p w14:paraId="412A141C" w14:textId="77777777" w:rsidR="007C7E79" w:rsidRPr="00A461C3" w:rsidRDefault="00024CEA" w:rsidP="007C7E79">
            <w:pPr>
              <w:pStyle w:val="Textbezslovn"/>
              <w:ind w:hanging="556"/>
            </w:pPr>
            <w:r w:rsidRPr="00A461C3">
              <w:t xml:space="preserve">   – VLOŽÍ OBJEDNATEL</w:t>
            </w:r>
          </w:p>
          <w:p w14:paraId="3EEC155D" w14:textId="3F652D9C" w:rsidR="007C7E79" w:rsidRPr="00A461C3" w:rsidRDefault="007C7E79" w:rsidP="00A461C3">
            <w:pPr>
              <w:pStyle w:val="Odstavec1-1a"/>
              <w:numPr>
                <w:ilvl w:val="0"/>
                <w:numId w:val="0"/>
              </w:numPr>
              <w:ind w:left="737" w:hanging="556"/>
            </w:pPr>
            <w:r w:rsidRPr="00A461C3">
              <w:t xml:space="preserve">c) </w:t>
            </w:r>
            <w:r w:rsidR="00A461C3">
              <w:t>Zvláštní technické podmínky</w:t>
            </w:r>
            <w:r w:rsidRPr="00A461C3">
              <w:t xml:space="preserve"> – </w:t>
            </w:r>
            <w:r w:rsidRPr="00A461C3">
              <w:rPr>
                <w:highlight w:val="green"/>
              </w:rPr>
              <w:t>vloží objednatel</w:t>
            </w:r>
          </w:p>
        </w:tc>
      </w:tr>
      <w:tr w:rsidR="008A5A95" w:rsidRPr="008A5A95" w14:paraId="0B7AA3A7" w14:textId="77777777" w:rsidTr="004A70C6">
        <w:trPr>
          <w:jc w:val="center"/>
        </w:trPr>
        <w:tc>
          <w:tcPr>
            <w:tcW w:w="1599" w:type="pct"/>
          </w:tcPr>
          <w:p w14:paraId="420BDAF3" w14:textId="674E65C2" w:rsidR="00024CEA" w:rsidRPr="008A5A95" w:rsidRDefault="003B1C67"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5AE5E1D4" w:rsidR="00024CEA" w:rsidRPr="008A5A95" w:rsidRDefault="00A461C3" w:rsidP="008A5A95">
            <w:pPr>
              <w:pStyle w:val="Textbezslovn"/>
              <w:ind w:hanging="556"/>
            </w:pPr>
            <w:r>
              <w:t>Oceněný soupis prací</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063F9DC4" w:rsidR="004464BA" w:rsidRPr="00A461C3" w:rsidRDefault="004464BA" w:rsidP="008A5A95">
            <w:pPr>
              <w:pStyle w:val="Textbezslovn"/>
              <w:ind w:hanging="556"/>
            </w:pPr>
            <w:r w:rsidRPr="00A461C3">
              <w:rPr>
                <w:highlight w:val="yellow"/>
              </w:rPr>
              <w:t>Harmonogram</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F06C3C" w:rsidRDefault="00024CEA" w:rsidP="00024CEA">
            <w:pPr>
              <w:pStyle w:val="Textbezslovn"/>
              <w:ind w:hanging="556"/>
              <w:rPr>
                <w:highlight w:val="yellow"/>
              </w:rPr>
            </w:pPr>
            <w:r w:rsidRPr="00F06C3C">
              <w:rPr>
                <w:highlight w:val="yellow"/>
              </w:rPr>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F06C3C">
              <w:rPr>
                <w:highlight w:val="yellow"/>
              </w:rPr>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D940C58" w:rsidR="00024CEA" w:rsidRPr="0021512B" w:rsidRDefault="002E5A3D" w:rsidP="00024CEA">
            <w:pPr>
              <w:spacing w:after="0" w:line="240" w:lineRule="auto"/>
              <w:ind w:left="-113"/>
              <w:rPr>
                <w:rFonts w:eastAsia="Times New Roman" w:cs="Calibri"/>
                <w:bCs/>
                <w:lang w:eastAsia="cs-CZ"/>
              </w:rPr>
            </w:pPr>
            <w:r>
              <w:rPr>
                <w:rFonts w:eastAsia="Times New Roman" w:cs="Calibri"/>
                <w:bCs/>
                <w:lang w:eastAsia="cs-CZ"/>
              </w:rPr>
              <w:t>ř</w:t>
            </w:r>
            <w:r w:rsidR="00024CEA" w:rsidRPr="0021512B">
              <w:rPr>
                <w:rFonts w:eastAsia="Times New Roman" w:cs="Calibri"/>
                <w:bCs/>
                <w:lang w:eastAsia="cs-CZ"/>
              </w:rPr>
              <w:t>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t>Příloha č. 1</w:t>
      </w:r>
    </w:p>
    <w:p w14:paraId="60F51D07" w14:textId="54BB7A42" w:rsidR="00E463D2" w:rsidRDefault="008A5A95" w:rsidP="00E463D2">
      <w:pPr>
        <w:pStyle w:val="Nadpisbezsl1-2"/>
      </w:pPr>
      <w:r>
        <w:t xml:space="preserve">Všeobecné </w:t>
      </w:r>
      <w:r w:rsidR="00E463D2" w:rsidRPr="00E463D2">
        <w:t>Obchodní podmínky</w:t>
      </w:r>
    </w:p>
    <w:p w14:paraId="2BD4CA16" w14:textId="14C0BC3D" w:rsidR="00DB1258" w:rsidRPr="007B3B13" w:rsidRDefault="00DB1258" w:rsidP="00DB1258">
      <w:pPr>
        <w:pStyle w:val="Textbezodsazen"/>
        <w:rPr>
          <w:bCs/>
        </w:rPr>
      </w:pPr>
      <w:r>
        <w:rPr>
          <w:bCs/>
        </w:rPr>
        <w:t xml:space="preserve">Všeobecné </w:t>
      </w:r>
      <w:r w:rsidRPr="007B3B13">
        <w:rPr>
          <w:bCs/>
        </w:rPr>
        <w:t xml:space="preserve">Obchodní podmínky nejsou pevně připojeny ke Smlouvě, zhotovitel obdržel Obchodní podmínky společně se zadávací dokumentací prostřednictvím profilu zadavatele </w:t>
      </w:r>
      <w:hyperlink r:id="rId19" w:history="1">
        <w:r w:rsidRPr="007B3B13">
          <w:rPr>
            <w:rStyle w:val="Hypertextovodkaz"/>
            <w:bCs/>
            <w:noProof w:val="0"/>
          </w:rPr>
          <w:t>https://zakazky.szdc.cz/</w:t>
        </w:r>
      </w:hyperlink>
      <w:r w:rsidRPr="007B3B13">
        <w:rPr>
          <w:bCs/>
        </w:rPr>
        <w:t xml:space="preserve">. </w:t>
      </w:r>
    </w:p>
    <w:p w14:paraId="3667893C" w14:textId="5E598EAE" w:rsidR="00E463D2" w:rsidRPr="00115BDF" w:rsidRDefault="00DB1258" w:rsidP="00DB1258">
      <w:pPr>
        <w:pStyle w:val="Nadpisbezsl1-2"/>
        <w:rPr>
          <w:b w:val="0"/>
          <w:bCs/>
          <w:sz w:val="18"/>
        </w:rPr>
      </w:pPr>
      <w:r w:rsidRPr="00115BDF">
        <w:rPr>
          <w:b w:val="0"/>
          <w:sz w:val="18"/>
        </w:rPr>
        <w:t xml:space="preserve">Smluvní strany podpisem této Smlouvy stvrzují, že jsou pro ně </w:t>
      </w:r>
      <w:r w:rsidRPr="00115BDF">
        <w:rPr>
          <w:b w:val="0"/>
          <w:bCs/>
          <w:sz w:val="18"/>
        </w:rPr>
        <w:t xml:space="preserve">Všeobecné </w:t>
      </w:r>
      <w:r w:rsidRPr="00115BDF">
        <w:rPr>
          <w:b w:val="0"/>
          <w:sz w:val="18"/>
        </w:rPr>
        <w:t xml:space="preserve">Obchodní podmínky závazné, že jsou s obsahem </w:t>
      </w:r>
      <w:r w:rsidRPr="00115BDF">
        <w:rPr>
          <w:b w:val="0"/>
          <w:bCs/>
          <w:sz w:val="18"/>
        </w:rPr>
        <w:t xml:space="preserve">Všeobecných </w:t>
      </w:r>
      <w:r w:rsidRPr="00115BDF">
        <w:rPr>
          <w:b w:val="0"/>
          <w:sz w:val="18"/>
        </w:rPr>
        <w:t xml:space="preserve">Obchodních podmínek plně seznámeny a že v souladu s ust. § 1751 občanského zákoníku tvoří </w:t>
      </w:r>
      <w:r w:rsidRPr="00115BDF">
        <w:rPr>
          <w:b w:val="0"/>
          <w:bCs/>
          <w:sz w:val="18"/>
        </w:rPr>
        <w:t xml:space="preserve">Všeobecné </w:t>
      </w:r>
      <w:r w:rsidRPr="00115BDF">
        <w:rPr>
          <w:b w:val="0"/>
          <w:sz w:val="18"/>
        </w:rPr>
        <w:t>Obchodní podmínky část obsahu Smlouvy.</w:t>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t>Příloha č. 2</w:t>
      </w:r>
    </w:p>
    <w:p w14:paraId="5756314F" w14:textId="77777777" w:rsidR="00E463D2" w:rsidRPr="005E69E8" w:rsidRDefault="00E463D2" w:rsidP="00E463D2">
      <w:pPr>
        <w:pStyle w:val="Nadpisbezsl1-2"/>
        <w:rPr>
          <w:highlight w:val="green"/>
        </w:rPr>
      </w:pPr>
      <w:r w:rsidRPr="005E69E8">
        <w:rPr>
          <w:highlight w:val="green"/>
        </w:rPr>
        <w:t xml:space="preserve">Technické podmínky: </w:t>
      </w:r>
    </w:p>
    <w:p w14:paraId="20AE778C" w14:textId="77777777" w:rsidR="00E463D2" w:rsidRPr="005E69E8" w:rsidRDefault="00E463D2" w:rsidP="003E1712">
      <w:pPr>
        <w:pStyle w:val="Odstavec1-1a"/>
        <w:numPr>
          <w:ilvl w:val="0"/>
          <w:numId w:val="13"/>
        </w:numPr>
        <w:tabs>
          <w:tab w:val="clear" w:pos="1077"/>
          <w:tab w:val="num" w:pos="426"/>
        </w:tabs>
        <w:ind w:left="426" w:hanging="426"/>
        <w:rPr>
          <w:highlight w:val="green"/>
        </w:rPr>
      </w:pPr>
      <w:r w:rsidRPr="005E69E8">
        <w:rPr>
          <w:highlight w:val="green"/>
        </w:rPr>
        <w:t xml:space="preserve">Technické kvalitativní podmínky staveb státních drah (TKP) </w:t>
      </w:r>
    </w:p>
    <w:p w14:paraId="602CF326" w14:textId="7B551E75" w:rsidR="00A90618" w:rsidRPr="005E69E8" w:rsidRDefault="00A90618" w:rsidP="00D87044">
      <w:pPr>
        <w:pStyle w:val="Textbezslovn"/>
        <w:ind w:left="426"/>
        <w:rPr>
          <w:highlight w:val="green"/>
        </w:rPr>
      </w:pPr>
      <w:r w:rsidRPr="005E69E8">
        <w:rPr>
          <w:highlight w:val="green"/>
        </w:rPr>
        <w:t xml:space="preserve">Technické kvalitativní podmínky staveb státních drah (TKP) nejsou pevně připojeny ke Smlouvě, ale jsou přístupné na </w:t>
      </w:r>
      <w:hyperlink r:id="rId22" w:history="1">
        <w:r w:rsidR="00D87044" w:rsidRPr="005E69E8">
          <w:rPr>
            <w:rStyle w:val="Hypertextovodkaz"/>
            <w:noProof w:val="0"/>
            <w:highlight w:val="green"/>
          </w:rPr>
          <w:t>http://typdok.tudc.cz</w:t>
        </w:r>
      </w:hyperlink>
      <w:r w:rsidRPr="005E69E8">
        <w:rPr>
          <w:highlight w:val="green"/>
        </w:rPr>
        <w:t>; byly taktéž poskytnuty jako součást zadávací dokumentace uveřejněné na profilu zadavatele.</w:t>
      </w:r>
    </w:p>
    <w:p w14:paraId="3778E8F9" w14:textId="77777777" w:rsidR="00E463D2" w:rsidRPr="005E69E8" w:rsidRDefault="00A90618" w:rsidP="00D87044">
      <w:pPr>
        <w:pStyle w:val="Textbezslovn"/>
        <w:ind w:left="426"/>
        <w:rPr>
          <w:highlight w:val="green"/>
        </w:rPr>
      </w:pPr>
      <w:r w:rsidRPr="005E69E8">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48E6F13" w14:textId="638ACE72" w:rsidR="00956A82" w:rsidRPr="005E69E8" w:rsidRDefault="00D87044" w:rsidP="003E1712">
      <w:pPr>
        <w:pStyle w:val="Odstavec1-1a"/>
        <w:numPr>
          <w:ilvl w:val="0"/>
          <w:numId w:val="13"/>
        </w:numPr>
        <w:tabs>
          <w:tab w:val="clear" w:pos="1077"/>
          <w:tab w:val="num" w:pos="426"/>
        </w:tabs>
        <w:ind w:left="426" w:hanging="426"/>
        <w:rPr>
          <w:highlight w:val="green"/>
        </w:rPr>
      </w:pPr>
      <w:r w:rsidRPr="005E69E8">
        <w:rPr>
          <w:highlight w:val="green"/>
        </w:rPr>
        <w:t>Všeobecné technické podmínky</w:t>
      </w:r>
    </w:p>
    <w:p w14:paraId="02EA459C" w14:textId="77777777" w:rsidR="00D87044" w:rsidRPr="005E69E8" w:rsidRDefault="00D87044" w:rsidP="00D87044">
      <w:pPr>
        <w:pStyle w:val="Textbezodsazen"/>
        <w:ind w:left="426"/>
        <w:jc w:val="left"/>
        <w:rPr>
          <w:bCs/>
          <w:highlight w:val="green"/>
        </w:rPr>
      </w:pPr>
      <w:r w:rsidRPr="005E69E8">
        <w:rPr>
          <w:highlight w:val="green"/>
        </w:rPr>
        <w:t>Všeobecné technické podmínky</w:t>
      </w:r>
      <w:r w:rsidRPr="005E69E8">
        <w:rPr>
          <w:bCs/>
          <w:highlight w:val="green"/>
        </w:rPr>
        <w:t xml:space="preserve"> nejsou pevně připojeny ke Smlouvě, zhotovitel obdržel </w:t>
      </w:r>
      <w:r w:rsidRPr="005E69E8">
        <w:rPr>
          <w:highlight w:val="green"/>
        </w:rPr>
        <w:t>Všeobecné technické podmínky</w:t>
      </w:r>
      <w:r w:rsidRPr="005E69E8">
        <w:rPr>
          <w:bCs/>
          <w:highlight w:val="green"/>
        </w:rPr>
        <w:t xml:space="preserve"> společně se zadávací dokumentací prostřednictvím profilu zadavatele </w:t>
      </w:r>
      <w:hyperlink r:id="rId23" w:history="1">
        <w:r w:rsidRPr="005E69E8">
          <w:rPr>
            <w:rStyle w:val="Hypertextovodkaz"/>
            <w:bCs/>
            <w:noProof w:val="0"/>
            <w:highlight w:val="green"/>
          </w:rPr>
          <w:t>https://zakazky.szdc.cz/</w:t>
        </w:r>
      </w:hyperlink>
      <w:r w:rsidRPr="005E69E8">
        <w:rPr>
          <w:bCs/>
          <w:highlight w:val="green"/>
        </w:rPr>
        <w:t>.</w:t>
      </w:r>
    </w:p>
    <w:p w14:paraId="707D25D2" w14:textId="77777777" w:rsidR="00D87044" w:rsidRPr="005E69E8" w:rsidRDefault="00D87044" w:rsidP="00D87044">
      <w:pPr>
        <w:pStyle w:val="Textbezodsazen"/>
        <w:ind w:left="426"/>
        <w:rPr>
          <w:highlight w:val="green"/>
        </w:rPr>
      </w:pPr>
      <w:r w:rsidRPr="005E69E8">
        <w:rPr>
          <w:highlight w:val="green"/>
        </w:rPr>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74804D7" w14:textId="4E6FC997" w:rsidR="00E463D2" w:rsidRPr="005E69E8" w:rsidRDefault="00820EFF" w:rsidP="003E1712">
      <w:pPr>
        <w:pStyle w:val="Odstavec1-1a"/>
        <w:numPr>
          <w:ilvl w:val="0"/>
          <w:numId w:val="13"/>
        </w:numPr>
        <w:tabs>
          <w:tab w:val="clear" w:pos="1077"/>
          <w:tab w:val="num" w:pos="426"/>
        </w:tabs>
        <w:ind w:left="426" w:hanging="426"/>
        <w:rPr>
          <w:highlight w:val="green"/>
        </w:rPr>
      </w:pPr>
      <w:r w:rsidRPr="005E69E8">
        <w:rPr>
          <w:highlight w:val="green"/>
        </w:rPr>
        <w:t>Technická zpráva</w:t>
      </w:r>
    </w:p>
    <w:p w14:paraId="319590A1" w14:textId="77777777" w:rsidR="00D87044" w:rsidRPr="005E69E8" w:rsidRDefault="00D87044" w:rsidP="00D87044">
      <w:pPr>
        <w:pStyle w:val="Odstavec1-1a"/>
        <w:numPr>
          <w:ilvl w:val="0"/>
          <w:numId w:val="0"/>
        </w:numPr>
        <w:ind w:left="426"/>
        <w:rPr>
          <w:highlight w:val="green"/>
        </w:rPr>
      </w:pPr>
    </w:p>
    <w:p w14:paraId="1B004E6A" w14:textId="08D89FA3" w:rsidR="00D87044" w:rsidRPr="005E69E8" w:rsidRDefault="00D87044" w:rsidP="00D87044">
      <w:pPr>
        <w:pStyle w:val="Odstavec1-1a"/>
        <w:numPr>
          <w:ilvl w:val="0"/>
          <w:numId w:val="0"/>
        </w:numPr>
        <w:ind w:left="426"/>
        <w:contextualSpacing w:val="0"/>
        <w:jc w:val="left"/>
        <w:rPr>
          <w:bCs/>
          <w:highlight w:val="green"/>
        </w:rPr>
      </w:pPr>
      <w:r w:rsidRPr="005E69E8">
        <w:rPr>
          <w:highlight w:val="green"/>
        </w:rPr>
        <w:t>Technická zpráva</w:t>
      </w:r>
      <w:r w:rsidRPr="005E69E8">
        <w:rPr>
          <w:bCs/>
          <w:highlight w:val="green"/>
        </w:rPr>
        <w:t xml:space="preserve"> není pevně připojena ke Smlouvě, zhotovitel </w:t>
      </w:r>
      <w:r w:rsidRPr="005E69E8">
        <w:rPr>
          <w:highlight w:val="green"/>
        </w:rPr>
        <w:t>Technickou zprávu</w:t>
      </w:r>
      <w:r w:rsidRPr="005E69E8">
        <w:rPr>
          <w:bCs/>
          <w:highlight w:val="green"/>
        </w:rPr>
        <w:t xml:space="preserve"> obdržel společně se zadávací dokumentací prostřednictvím profilu zadavatele </w:t>
      </w:r>
      <w:hyperlink r:id="rId24" w:history="1">
        <w:r w:rsidRPr="005E69E8">
          <w:rPr>
            <w:rStyle w:val="Hypertextovodkaz"/>
            <w:bCs/>
            <w:noProof w:val="0"/>
            <w:highlight w:val="green"/>
          </w:rPr>
          <w:t>https://zakazky.szdc.cz/</w:t>
        </w:r>
      </w:hyperlink>
      <w:r w:rsidRPr="005E69E8">
        <w:rPr>
          <w:bCs/>
          <w:highlight w:val="green"/>
        </w:rPr>
        <w:t>.</w:t>
      </w:r>
    </w:p>
    <w:p w14:paraId="51DA441C" w14:textId="4311F514" w:rsidR="00D87044" w:rsidRDefault="00D87044" w:rsidP="00D87044">
      <w:pPr>
        <w:pStyle w:val="Odstavec1-1a"/>
        <w:numPr>
          <w:ilvl w:val="0"/>
          <w:numId w:val="0"/>
        </w:numPr>
        <w:ind w:left="426"/>
      </w:pPr>
      <w:r w:rsidRPr="005E69E8">
        <w:rPr>
          <w:highlight w:val="green"/>
        </w:rPr>
        <w:t>Smluvní strany podpisem této Smlouvy stvrzují, že je pro ně Technická zpráva</w:t>
      </w:r>
      <w:r w:rsidRPr="005E69E8">
        <w:rPr>
          <w:bCs/>
          <w:highlight w:val="green"/>
        </w:rPr>
        <w:t xml:space="preserve"> </w:t>
      </w:r>
      <w:r w:rsidRPr="005E69E8">
        <w:rPr>
          <w:highlight w:val="green"/>
        </w:rPr>
        <w:t>závazná, že jsou s jejím obsahem plně seznámeny a že v souladu s ust. § 1751 občanského zákoníku tvoří Technická zpráva</w:t>
      </w:r>
      <w:r w:rsidRPr="005E69E8">
        <w:rPr>
          <w:bCs/>
          <w:highlight w:val="green"/>
        </w:rPr>
        <w:t xml:space="preserve"> </w:t>
      </w:r>
      <w:r w:rsidRPr="005E69E8">
        <w:rPr>
          <w:highlight w:val="green"/>
        </w:rPr>
        <w:t>část obsahu Smlouvy.</w:t>
      </w:r>
    </w:p>
    <w:p w14:paraId="583BD78B" w14:textId="77777777" w:rsidR="00D87044" w:rsidRDefault="00D87044" w:rsidP="00D87044">
      <w:pPr>
        <w:pStyle w:val="Odstavec1-1a"/>
        <w:numPr>
          <w:ilvl w:val="0"/>
          <w:numId w:val="0"/>
        </w:numPr>
        <w:ind w:left="1077" w:hanging="340"/>
      </w:pPr>
    </w:p>
    <w:p w14:paraId="0AC8D9F9" w14:textId="77777777" w:rsidR="00D87044" w:rsidRDefault="00D87044" w:rsidP="00D87044">
      <w:pPr>
        <w:pStyle w:val="Odstavec1-1a"/>
        <w:numPr>
          <w:ilvl w:val="0"/>
          <w:numId w:val="0"/>
        </w:numPr>
        <w:ind w:left="1077" w:hanging="340"/>
      </w:pPr>
    </w:p>
    <w:p w14:paraId="565EDD34" w14:textId="77777777" w:rsidR="00D87044" w:rsidRPr="00D87044" w:rsidRDefault="00D87044" w:rsidP="00D87044">
      <w:pPr>
        <w:pStyle w:val="Odstavec1-1a"/>
        <w:numPr>
          <w:ilvl w:val="0"/>
          <w:numId w:val="0"/>
        </w:numPr>
        <w:ind w:left="1077" w:hanging="340"/>
      </w:pPr>
    </w:p>
    <w:p w14:paraId="00EE9D40"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t>Příloha č. 4</w:t>
      </w:r>
    </w:p>
    <w:p w14:paraId="04F99002" w14:textId="77777777" w:rsidR="00CB6E4C" w:rsidRDefault="00CB6E4C" w:rsidP="00CB6E4C">
      <w:pPr>
        <w:pStyle w:val="Nadpisbezsl1-2"/>
      </w:pPr>
      <w:r>
        <w:t>Harmonogram postupu prací</w:t>
      </w:r>
    </w:p>
    <w:p w14:paraId="75164722" w14:textId="77777777" w:rsidR="00CB6E4C" w:rsidRDefault="00CB6E4C" w:rsidP="00CB6E4C">
      <w:pPr>
        <w:pStyle w:val="Textbezodsazen"/>
      </w:pPr>
    </w:p>
    <w:p w14:paraId="72B3DC35" w14:textId="77777777" w:rsidR="00CB6E4C" w:rsidRPr="00F762A8" w:rsidRDefault="00CB6E4C" w:rsidP="00CB6E4C">
      <w:pPr>
        <w:pStyle w:val="Textbezodsazen"/>
        <w:rPr>
          <w:highlight w:val="yellow"/>
        </w:rPr>
      </w:pPr>
      <w:r w:rsidRPr="00F762A8">
        <w:rPr>
          <w:highlight w:val="yellow"/>
        </w:rPr>
        <w:t>[VLOŽÍ ZHOTOVITEL]</w:t>
      </w:r>
    </w:p>
    <w:p w14:paraId="7913DD01" w14:textId="77777777" w:rsidR="00CB6E4C" w:rsidRDefault="00CB6E4C" w:rsidP="00CB6E4C">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3D97646E"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8E28C1">
        <w:rPr>
          <w:rFonts w:asciiTheme="minorHAnsi" w:hAnsiTheme="minorHAnsi"/>
          <w:sz w:val="18"/>
          <w:szCs w:val="18"/>
        </w:rPr>
        <w:t xml:space="preserve"> </w:t>
      </w:r>
      <w:r w:rsidR="008E28C1">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Pr="00A461C3" w:rsidRDefault="002C7A28" w:rsidP="002C7A28">
            <w:pPr>
              <w:pStyle w:val="Nadpistabulky"/>
              <w:pBdr>
                <w:top w:val="none" w:sz="0" w:space="0" w:color="auto"/>
              </w:pBdr>
              <w:jc w:val="center"/>
            </w:pPr>
            <w:r w:rsidRPr="00A461C3">
              <w:rPr>
                <w:sz w:val="18"/>
                <w:szCs w:val="18"/>
              </w:rPr>
              <w:t>Druh pojištění</w:t>
            </w:r>
          </w:p>
        </w:tc>
        <w:tc>
          <w:tcPr>
            <w:tcW w:w="2500" w:type="pct"/>
          </w:tcPr>
          <w:p w14:paraId="11AE83D8" w14:textId="77777777" w:rsidR="002C7A28" w:rsidRPr="00A461C3"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A461C3">
              <w:rPr>
                <w:sz w:val="18"/>
                <w:szCs w:val="18"/>
              </w:rPr>
              <w:t>Minimální výše pojistného plnění</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Pr="00A461C3" w:rsidRDefault="002C7A28" w:rsidP="00165977">
            <w:pPr>
              <w:pStyle w:val="Tabulka"/>
            </w:pPr>
            <w:r w:rsidRPr="00A461C3">
              <w:rPr>
                <w:sz w:val="18"/>
              </w:rPr>
              <w:t>Pojištění odpovědnosti za škodu způsobenou Zhotovitelem při výkonu podnikatelské činnosti třetím osobám</w:t>
            </w:r>
          </w:p>
        </w:tc>
        <w:tc>
          <w:tcPr>
            <w:tcW w:w="2500" w:type="pct"/>
          </w:tcPr>
          <w:p w14:paraId="77EAE024" w14:textId="2F182857" w:rsidR="002C7A28" w:rsidRPr="00A461C3" w:rsidRDefault="002A784C" w:rsidP="00A461C3">
            <w:pPr>
              <w:pStyle w:val="Tabulka"/>
              <w:cnfStyle w:val="000000000000" w:firstRow="0" w:lastRow="0" w:firstColumn="0" w:lastColumn="0" w:oddVBand="0" w:evenVBand="0" w:oddHBand="0" w:evenHBand="0" w:firstRowFirstColumn="0" w:firstRowLastColumn="0" w:lastRowFirstColumn="0" w:lastRowLastColumn="0"/>
              <w:rPr>
                <w:sz w:val="18"/>
              </w:rPr>
            </w:pPr>
            <w:r w:rsidRPr="00A461C3">
              <w:rPr>
                <w:rFonts w:eastAsia="Times New Roman" w:cs="Calibri"/>
                <w:sz w:val="18"/>
                <w:lang w:eastAsia="cs-CZ"/>
              </w:rPr>
              <w:t>M</w:t>
            </w:r>
            <w:r w:rsidR="002C7A28" w:rsidRPr="00A461C3">
              <w:rPr>
                <w:rFonts w:eastAsia="Times New Roman" w:cs="Calibri"/>
                <w:sz w:val="18"/>
                <w:lang w:eastAsia="cs-CZ"/>
              </w:rPr>
              <w:t xml:space="preserve">inimálně </w:t>
            </w:r>
            <w:r w:rsidR="00A461C3" w:rsidRPr="00A461C3">
              <w:rPr>
                <w:rFonts w:eastAsia="Times New Roman" w:cs="Calibri"/>
                <w:color w:val="000000"/>
                <w:sz w:val="18"/>
                <w:lang w:eastAsia="cs-CZ"/>
              </w:rPr>
              <w:t>1 000 000,-</w:t>
            </w:r>
            <w:r w:rsidR="002C7A28" w:rsidRPr="00A461C3">
              <w:rPr>
                <w:rFonts w:eastAsia="Times New Roman" w:cs="Calibri"/>
                <w:color w:val="000000"/>
                <w:sz w:val="18"/>
                <w:lang w:eastAsia="cs-CZ"/>
              </w:rPr>
              <w:t xml:space="preserve"> Kč</w:t>
            </w:r>
            <w:r w:rsidR="002C7A28" w:rsidRPr="00A461C3">
              <w:rPr>
                <w:rFonts w:eastAsia="Times New Roman" w:cs="Calibri"/>
                <w:sz w:val="18"/>
                <w:lang w:eastAsia="cs-CZ"/>
              </w:rPr>
              <w:t xml:space="preserve"> </w:t>
            </w:r>
          </w:p>
        </w:tc>
      </w:tr>
    </w:tbl>
    <w:p w14:paraId="5AD329CC"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4F56C" w14:textId="77777777" w:rsidR="00BA5CC3" w:rsidRDefault="00BA5CC3" w:rsidP="00962258">
      <w:pPr>
        <w:spacing w:after="0" w:line="240" w:lineRule="auto"/>
      </w:pPr>
      <w:r>
        <w:separator/>
      </w:r>
    </w:p>
  </w:endnote>
  <w:endnote w:type="continuationSeparator" w:id="0">
    <w:p w14:paraId="62B6AF29" w14:textId="77777777" w:rsidR="00BA5CC3" w:rsidRDefault="00BA5C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1CF64FB2"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4744A2D1"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7641F5AE"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70916A88"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17CA0580"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142CF76B"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7147CC84"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478D8B44"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753AB5C3"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C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C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2CCF" w14:textId="77777777" w:rsidR="00BA5CC3" w:rsidRDefault="00BA5CC3" w:rsidP="00962258">
      <w:pPr>
        <w:spacing w:after="0" w:line="240" w:lineRule="auto"/>
      </w:pPr>
      <w:r>
        <w:separator/>
      </w:r>
    </w:p>
  </w:footnote>
  <w:footnote w:type="continuationSeparator" w:id="0">
    <w:p w14:paraId="5177909A" w14:textId="77777777" w:rsidR="00BA5CC3" w:rsidRDefault="00BA5C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0"/>
  </w:num>
  <w:num w:numId="1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15BDF"/>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26BED"/>
    <w:rsid w:val="00240B81"/>
    <w:rsid w:val="00247D01"/>
    <w:rsid w:val="00261A5B"/>
    <w:rsid w:val="00262E5B"/>
    <w:rsid w:val="002739E9"/>
    <w:rsid w:val="00276AFE"/>
    <w:rsid w:val="002866A0"/>
    <w:rsid w:val="002A060E"/>
    <w:rsid w:val="002A3B57"/>
    <w:rsid w:val="002A5468"/>
    <w:rsid w:val="002A784C"/>
    <w:rsid w:val="002B7994"/>
    <w:rsid w:val="002C31BF"/>
    <w:rsid w:val="002C7A28"/>
    <w:rsid w:val="002D7FD6"/>
    <w:rsid w:val="002E0CD7"/>
    <w:rsid w:val="002E0CFB"/>
    <w:rsid w:val="002E5A3D"/>
    <w:rsid w:val="002E5C7B"/>
    <w:rsid w:val="002F4333"/>
    <w:rsid w:val="003111BA"/>
    <w:rsid w:val="003115CC"/>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1C67"/>
    <w:rsid w:val="003C33F2"/>
    <w:rsid w:val="003D756E"/>
    <w:rsid w:val="003E1712"/>
    <w:rsid w:val="003E420D"/>
    <w:rsid w:val="003E4C13"/>
    <w:rsid w:val="004078F3"/>
    <w:rsid w:val="0041622D"/>
    <w:rsid w:val="0041625C"/>
    <w:rsid w:val="00427794"/>
    <w:rsid w:val="00443BD3"/>
    <w:rsid w:val="004442D9"/>
    <w:rsid w:val="004464BA"/>
    <w:rsid w:val="00450F07"/>
    <w:rsid w:val="00453CD3"/>
    <w:rsid w:val="0046002F"/>
    <w:rsid w:val="00460660"/>
    <w:rsid w:val="00464BA9"/>
    <w:rsid w:val="00483969"/>
    <w:rsid w:val="00485CE8"/>
    <w:rsid w:val="00486107"/>
    <w:rsid w:val="00491827"/>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6CFF"/>
    <w:rsid w:val="00577910"/>
    <w:rsid w:val="00580245"/>
    <w:rsid w:val="005A1F44"/>
    <w:rsid w:val="005A6B21"/>
    <w:rsid w:val="005A7872"/>
    <w:rsid w:val="005B2E3A"/>
    <w:rsid w:val="005D3C39"/>
    <w:rsid w:val="005E69E8"/>
    <w:rsid w:val="00601A8C"/>
    <w:rsid w:val="0061068E"/>
    <w:rsid w:val="006115D3"/>
    <w:rsid w:val="006177F4"/>
    <w:rsid w:val="006223CF"/>
    <w:rsid w:val="00640D1B"/>
    <w:rsid w:val="006441DD"/>
    <w:rsid w:val="0065610E"/>
    <w:rsid w:val="00660AD3"/>
    <w:rsid w:val="00671778"/>
    <w:rsid w:val="006776B6"/>
    <w:rsid w:val="00693150"/>
    <w:rsid w:val="006A5570"/>
    <w:rsid w:val="006A689C"/>
    <w:rsid w:val="006B3D79"/>
    <w:rsid w:val="006B6FE4"/>
    <w:rsid w:val="006C0BB6"/>
    <w:rsid w:val="006C2343"/>
    <w:rsid w:val="006C442A"/>
    <w:rsid w:val="006C490F"/>
    <w:rsid w:val="006D1074"/>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28C1"/>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61C3"/>
    <w:rsid w:val="00A50641"/>
    <w:rsid w:val="00A52371"/>
    <w:rsid w:val="00A530BF"/>
    <w:rsid w:val="00A561F4"/>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1242D"/>
    <w:rsid w:val="00C226C0"/>
    <w:rsid w:val="00C26A57"/>
    <w:rsid w:val="00C30969"/>
    <w:rsid w:val="00C34EAD"/>
    <w:rsid w:val="00C37459"/>
    <w:rsid w:val="00C42FE6"/>
    <w:rsid w:val="00C44F6A"/>
    <w:rsid w:val="00C45470"/>
    <w:rsid w:val="00C55CEB"/>
    <w:rsid w:val="00C6198E"/>
    <w:rsid w:val="00C708EA"/>
    <w:rsid w:val="00C727FB"/>
    <w:rsid w:val="00C7674A"/>
    <w:rsid w:val="00C778A5"/>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332A"/>
    <w:rsid w:val="00D87044"/>
    <w:rsid w:val="00D976E7"/>
    <w:rsid w:val="00D97BE3"/>
    <w:rsid w:val="00DA3711"/>
    <w:rsid w:val="00DA5B8D"/>
    <w:rsid w:val="00DB1258"/>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06C3C"/>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A424B"/>
    <w:rsid w:val="00FB6342"/>
    <w:rsid w:val="00FC6389"/>
    <w:rsid w:val="00FE181F"/>
    <w:rsid w:val="00FE268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A1F97B1"/>
  <w14:defaultImageDpi w14:val="32767"/>
  <w15:docId w15:val="{CD32FCFF-CBE8-44CD-A3B2-AFA45DA3C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75819">
      <w:bodyDiv w:val="1"/>
      <w:marLeft w:val="0"/>
      <w:marRight w:val="0"/>
      <w:marTop w:val="0"/>
      <w:marBottom w:val="0"/>
      <w:divBdr>
        <w:top w:val="none" w:sz="0" w:space="0" w:color="auto"/>
        <w:left w:val="none" w:sz="0" w:space="0" w:color="auto"/>
        <w:bottom w:val="none" w:sz="0" w:space="0" w:color="auto"/>
        <w:right w:val="none" w:sz="0" w:space="0" w:color="auto"/>
      </w:divBdr>
    </w:div>
    <w:div w:id="643777657">
      <w:bodyDiv w:val="1"/>
      <w:marLeft w:val="0"/>
      <w:marRight w:val="0"/>
      <w:marTop w:val="0"/>
      <w:marBottom w:val="0"/>
      <w:divBdr>
        <w:top w:val="none" w:sz="0" w:space="0" w:color="auto"/>
        <w:left w:val="none" w:sz="0" w:space="0" w:color="auto"/>
        <w:bottom w:val="none" w:sz="0" w:space="0" w:color="auto"/>
        <w:right w:val="none" w:sz="0" w:space="0" w:color="auto"/>
      </w:divBdr>
    </w:div>
    <w:div w:id="15744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ORPLZ@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24" Type="http://schemas.openxmlformats.org/officeDocument/2006/relationships/hyperlink" Target="https://zakazky.szdc.cz/"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zdc.cz/"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41E3D0E-FB8A-425C-9B7A-10B9E4CF9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185</TotalTime>
  <Pages>17</Pages>
  <Words>3238</Words>
  <Characters>19106</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60</cp:revision>
  <cp:lastPrinted>2019-09-27T11:09:00Z</cp:lastPrinted>
  <dcterms:created xsi:type="dcterms:W3CDTF">2020-01-31T12:27:00Z</dcterms:created>
  <dcterms:modified xsi:type="dcterms:W3CDTF">2020-09-03T11:10:00Z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